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8189071-B5E9-40ED-A2D9-AB527FEEB030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